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079F9E1A" w:rsidR="00F30516" w:rsidRPr="002C3C93" w:rsidRDefault="00F30516" w:rsidP="007E63E3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007E19" w:rsidRPr="00007E19">
        <w:rPr>
          <w:rFonts w:cs="Arial"/>
          <w:sz w:val="22"/>
          <w:szCs w:val="22"/>
        </w:rPr>
        <w:t xml:space="preserve">Dodávky radiofarmaka </w:t>
      </w:r>
      <w:r w:rsidR="00007E19" w:rsidRPr="00007E19">
        <w:rPr>
          <w:rFonts w:cs="Arial"/>
          <w:sz w:val="22"/>
          <w:szCs w:val="22"/>
          <w:vertAlign w:val="superscript"/>
        </w:rPr>
        <w:t>18</w:t>
      </w:r>
      <w:r w:rsidR="00007E19" w:rsidRPr="00007E19">
        <w:rPr>
          <w:rFonts w:cs="Arial"/>
          <w:sz w:val="22"/>
          <w:szCs w:val="22"/>
        </w:rPr>
        <w:t>F-fludeoxyglukózy pro Karlovarskou krajskou nemocnici a.s.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lastRenderedPageBreak/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87DD812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B92C90">
        <w:rPr>
          <w:rFonts w:ascii="Arial" w:hAnsi="Arial" w:cs="Arial"/>
          <w:szCs w:val="32"/>
        </w:rPr>
        <w:t xml:space="preserve">rámcové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72F5C0BD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7E63E3">
      <w:rPr>
        <w:rFonts w:ascii="Arial" w:hAnsi="Arial" w:cs="Arial"/>
      </w:rPr>
      <w:t>4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07E19"/>
    <w:rsid w:val="000264D5"/>
    <w:rsid w:val="000326DF"/>
    <w:rsid w:val="0004379B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1E432D"/>
    <w:rsid w:val="002034F2"/>
    <w:rsid w:val="002078B2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3A9A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E63E3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E6B21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2C90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54C96F-0FCF-4FFD-B676-CC6246EAE97F}"/>
</file>

<file path=customXml/itemProps3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33</TotalTime>
  <Pages>3</Pages>
  <Words>983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15</cp:revision>
  <cp:lastPrinted>2013-09-18T12:20:00Z</cp:lastPrinted>
  <dcterms:created xsi:type="dcterms:W3CDTF">2025-07-29T08:22:00Z</dcterms:created>
  <dcterms:modified xsi:type="dcterms:W3CDTF">2025-11-07T09:26:00Z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